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E03A1" w14:textId="77777777" w:rsidR="00DB06FF" w:rsidRPr="00495EF8" w:rsidRDefault="00DB06FF">
      <w:pPr>
        <w:pStyle w:val="Standard"/>
        <w:jc w:val="center"/>
        <w:rPr>
          <w:lang w:val="ru-RU"/>
        </w:rPr>
      </w:pPr>
    </w:p>
    <w:p w14:paraId="5271A50C" w14:textId="1F06C901" w:rsidR="00C8481C" w:rsidRPr="00495EF8" w:rsidRDefault="00DB06FF">
      <w:pPr>
        <w:pStyle w:val="Standard"/>
        <w:jc w:val="center"/>
        <w:rPr>
          <w:lang w:val="ru-RU"/>
        </w:rPr>
      </w:pPr>
      <w:r>
        <w:rPr>
          <w:noProof/>
        </w:rPr>
        <w:drawing>
          <wp:inline distT="0" distB="0" distL="0" distR="0" wp14:anchorId="1AC295C5" wp14:editId="327DCBF8">
            <wp:extent cx="2609850" cy="1079500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5B1F2" w14:textId="77777777" w:rsidR="00C8481C" w:rsidRPr="00495EF8" w:rsidRDefault="00C8481C">
      <w:pPr>
        <w:pStyle w:val="Standard"/>
        <w:jc w:val="center"/>
        <w:rPr>
          <w:lang w:val="ru-RU"/>
        </w:rPr>
      </w:pPr>
    </w:p>
    <w:p w14:paraId="5D188307" w14:textId="77777777" w:rsidR="00C8481C" w:rsidRPr="00495EF8" w:rsidRDefault="00C8481C">
      <w:pPr>
        <w:pStyle w:val="Standard"/>
        <w:jc w:val="center"/>
        <w:rPr>
          <w:lang w:val="ru-RU"/>
        </w:rPr>
      </w:pPr>
    </w:p>
    <w:p w14:paraId="106795F6" w14:textId="6C9DF959" w:rsidR="008A6716" w:rsidRDefault="008A6716" w:rsidP="008A6716">
      <w:pPr>
        <w:pStyle w:val="Standard"/>
        <w:jc w:val="center"/>
        <w:rPr>
          <w:b/>
          <w:color w:val="FF0000"/>
          <w:sz w:val="32"/>
          <w:u w:val="single"/>
          <w:lang w:val="ru-RU"/>
        </w:rPr>
      </w:pPr>
      <w:r>
        <w:rPr>
          <w:b/>
          <w:color w:val="FF0000"/>
          <w:sz w:val="32"/>
          <w:u w:val="single"/>
          <w:lang w:val="ru-RU"/>
        </w:rPr>
        <w:t>Работа на склад  продуктов питания</w:t>
      </w:r>
    </w:p>
    <w:p w14:paraId="0373BE93" w14:textId="46926C68" w:rsidR="00DB06FF" w:rsidRDefault="00DB06FF" w:rsidP="008A6716">
      <w:pPr>
        <w:pStyle w:val="Standard"/>
        <w:jc w:val="center"/>
        <w:rPr>
          <w:lang w:val="ru-RU"/>
        </w:rPr>
      </w:pPr>
      <w:r>
        <w:rPr>
          <w:b/>
          <w:color w:val="FF0000"/>
          <w:sz w:val="32"/>
          <w:u w:val="single"/>
          <w:lang w:val="ru-RU"/>
        </w:rPr>
        <w:t>Белосток</w:t>
      </w:r>
    </w:p>
    <w:p w14:paraId="70F0BFDA" w14:textId="77777777" w:rsidR="008A6716" w:rsidRDefault="008A6716" w:rsidP="008A6716">
      <w:pPr>
        <w:pStyle w:val="Standard"/>
        <w:jc w:val="center"/>
        <w:rPr>
          <w:b/>
          <w:color w:val="FF0000"/>
          <w:sz w:val="32"/>
          <w:u w:val="single"/>
          <w:lang w:val="ru-RU"/>
        </w:rPr>
      </w:pPr>
    </w:p>
    <w:p w14:paraId="5EFD04F5" w14:textId="77777777" w:rsidR="008A6716" w:rsidRPr="00027DCD" w:rsidRDefault="008A6716" w:rsidP="008A6716">
      <w:pPr>
        <w:pStyle w:val="Standard"/>
        <w:jc w:val="center"/>
        <w:rPr>
          <w:b/>
          <w:color w:val="FF0000"/>
          <w:sz w:val="32"/>
          <w:u w:val="single"/>
          <w:lang w:val="ru-RU"/>
        </w:rPr>
      </w:pPr>
      <w:r>
        <w:rPr>
          <w:b/>
          <w:color w:val="FF0000"/>
          <w:sz w:val="32"/>
          <w:u w:val="single"/>
          <w:lang w:val="ru-RU"/>
        </w:rPr>
        <w:t>На минимум 3 месяца (по биометрии и по визе)</w:t>
      </w:r>
    </w:p>
    <w:p w14:paraId="2BB40119" w14:textId="77777777" w:rsidR="00027DCD" w:rsidRPr="004644B0" w:rsidRDefault="004644B0" w:rsidP="008A6716">
      <w:pPr>
        <w:pStyle w:val="Standard"/>
        <w:jc w:val="center"/>
        <w:rPr>
          <w:b/>
          <w:color w:val="FF0000"/>
          <w:sz w:val="32"/>
          <w:u w:val="single"/>
          <w:lang w:val="ru-RU"/>
        </w:rPr>
      </w:pPr>
      <w:r>
        <w:rPr>
          <w:b/>
          <w:color w:val="FF0000"/>
          <w:sz w:val="32"/>
          <w:u w:val="single"/>
          <w:lang w:val="ru-RU"/>
        </w:rPr>
        <w:t>Желательно по визе</w:t>
      </w:r>
    </w:p>
    <w:p w14:paraId="339AEA9C" w14:textId="77777777" w:rsidR="008C2F06" w:rsidRDefault="008C2F06" w:rsidP="008A6716">
      <w:pPr>
        <w:pStyle w:val="Standard"/>
        <w:jc w:val="center"/>
        <w:rPr>
          <w:b/>
          <w:color w:val="FF0000"/>
          <w:sz w:val="32"/>
          <w:u w:val="single"/>
          <w:lang w:val="ru-RU"/>
        </w:rPr>
      </w:pPr>
    </w:p>
    <w:p w14:paraId="592723EF" w14:textId="77777777" w:rsidR="00E17373" w:rsidRDefault="00FD4F35" w:rsidP="008A6716">
      <w:pPr>
        <w:pStyle w:val="Standard"/>
        <w:jc w:val="center"/>
        <w:rPr>
          <w:b/>
          <w:color w:val="000000" w:themeColor="text1"/>
          <w:sz w:val="32"/>
          <w:u w:val="single"/>
          <w:lang w:val="ru-RU"/>
        </w:rPr>
      </w:pPr>
      <w:r>
        <w:rPr>
          <w:b/>
          <w:color w:val="000000" w:themeColor="text1"/>
          <w:sz w:val="32"/>
          <w:u w:val="single"/>
          <w:lang w:val="ru-RU"/>
        </w:rPr>
        <w:t xml:space="preserve">ПРИНИМАЕМ МУЖЧИН / ЖЕНЩИН / ПАРЫ </w:t>
      </w:r>
    </w:p>
    <w:p w14:paraId="4D9A69AE" w14:textId="77777777" w:rsidR="00863AE3" w:rsidRPr="008C2F06" w:rsidRDefault="00863AE3" w:rsidP="008A6716">
      <w:pPr>
        <w:pStyle w:val="Standard"/>
        <w:jc w:val="center"/>
        <w:rPr>
          <w:b/>
          <w:color w:val="000000" w:themeColor="text1"/>
          <w:sz w:val="32"/>
          <w:u w:val="single"/>
          <w:lang w:val="ru-RU"/>
        </w:rPr>
      </w:pPr>
      <w:r>
        <w:rPr>
          <w:b/>
          <w:color w:val="000000" w:themeColor="text1"/>
          <w:sz w:val="32"/>
          <w:u w:val="single"/>
          <w:lang w:val="ru-RU"/>
        </w:rPr>
        <w:t>Женщины работают на сухом и на холодном цеху (молочные продукты) 10 градусов на плюсе.</w:t>
      </w:r>
    </w:p>
    <w:p w14:paraId="37D51A98" w14:textId="77777777" w:rsidR="0074198D" w:rsidRDefault="0074198D" w:rsidP="008A6716">
      <w:pPr>
        <w:pStyle w:val="Standard"/>
        <w:jc w:val="center"/>
        <w:rPr>
          <w:color w:val="000000" w:themeColor="text1"/>
          <w:sz w:val="22"/>
          <w:lang w:val="ru-RU"/>
        </w:rPr>
      </w:pPr>
      <w:r w:rsidRPr="0074198D">
        <w:rPr>
          <w:color w:val="000000" w:themeColor="text1"/>
          <w:sz w:val="22"/>
          <w:lang w:val="ru-RU"/>
        </w:rPr>
        <w:t>Работа заклочается в подборе товара ответственно заказу. Работник получает свой сканер (обслуживание на украинском языке) – вес список товаров и карта где что находится есть в сканере!</w:t>
      </w:r>
    </w:p>
    <w:p w14:paraId="0569FFA8" w14:textId="77777777" w:rsidR="0074198D" w:rsidRPr="0074198D" w:rsidRDefault="0074198D" w:rsidP="008A6716">
      <w:pPr>
        <w:pStyle w:val="Standard"/>
        <w:jc w:val="center"/>
        <w:rPr>
          <w:color w:val="000000" w:themeColor="text1"/>
          <w:sz w:val="22"/>
          <w:lang w:val="ru-RU"/>
        </w:rPr>
      </w:pPr>
      <w:r>
        <w:rPr>
          <w:color w:val="000000" w:themeColor="text1"/>
          <w:sz w:val="22"/>
          <w:lang w:val="ru-RU"/>
        </w:rPr>
        <w:t>Кандидат ездит та</w:t>
      </w:r>
      <w:r w:rsidR="00075780">
        <w:rPr>
          <w:color w:val="000000" w:themeColor="text1"/>
          <w:sz w:val="22"/>
          <w:lang w:val="ru-RU"/>
        </w:rPr>
        <w:t>к</w:t>
      </w:r>
      <w:r>
        <w:rPr>
          <w:color w:val="000000" w:themeColor="text1"/>
          <w:sz w:val="22"/>
          <w:lang w:val="ru-RU"/>
        </w:rPr>
        <w:t>им подъемником как нижеуказанный. Требуется обучение на него (делается на месте. Стоимость 150 з</w:t>
      </w:r>
      <w:r w:rsidR="00075780">
        <w:rPr>
          <w:color w:val="000000" w:themeColor="text1"/>
          <w:sz w:val="22"/>
          <w:lang w:val="ru-RU"/>
        </w:rPr>
        <w:t>л</w:t>
      </w:r>
      <w:r>
        <w:rPr>
          <w:color w:val="000000" w:themeColor="text1"/>
          <w:sz w:val="22"/>
          <w:lang w:val="ru-RU"/>
        </w:rPr>
        <w:t xml:space="preserve"> есть возможность взять с зарплаты).</w:t>
      </w:r>
    </w:p>
    <w:p w14:paraId="4E81799E" w14:textId="77777777" w:rsidR="00027DCD" w:rsidRPr="0074198D" w:rsidRDefault="001C315F" w:rsidP="008A6716">
      <w:pPr>
        <w:pStyle w:val="Standard"/>
        <w:jc w:val="center"/>
        <w:rPr>
          <w:b/>
          <w:color w:val="000000" w:themeColor="text1"/>
          <w:sz w:val="32"/>
          <w:lang w:val="ru-RU"/>
        </w:rPr>
      </w:pPr>
      <w:r>
        <w:rPr>
          <w:b/>
          <w:color w:val="000000" w:themeColor="text1"/>
          <w:sz w:val="32"/>
          <w:lang w:val="ru-RU"/>
        </w:rPr>
        <w:t>Есть нормы которые надо выполнять! Плохих работников уволняют.</w:t>
      </w:r>
    </w:p>
    <w:p w14:paraId="582374F8" w14:textId="77777777" w:rsidR="008A6716" w:rsidRDefault="0074198D" w:rsidP="004644B0">
      <w:pPr>
        <w:pStyle w:val="Standard"/>
        <w:jc w:val="center"/>
        <w:rPr>
          <w:lang w:val="ru-RU"/>
        </w:rPr>
      </w:pPr>
      <w:r>
        <w:rPr>
          <w:noProof/>
          <w:lang w:eastAsia="pl-PL" w:bidi="ar-SA"/>
        </w:rPr>
        <w:drawing>
          <wp:inline distT="0" distB="0" distL="0" distR="0" wp14:anchorId="37B347F8" wp14:editId="73DCD3F3">
            <wp:extent cx="3928534" cy="2209800"/>
            <wp:effectExtent l="0" t="0" r="0" b="0"/>
            <wp:docPr id="1" name="Obraz 1" descr="C:\Users\Marcin\Desktop\EUROCASH\20180510_1226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in\Desktop\EUROCASH\20180510_1226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159" cy="2212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B2E60" w14:textId="77777777" w:rsidR="008A6716" w:rsidRDefault="008A6716" w:rsidP="008A6716">
      <w:pPr>
        <w:pStyle w:val="Standard"/>
        <w:spacing w:line="360" w:lineRule="auto"/>
        <w:rPr>
          <w:lang w:val="ru-RU"/>
        </w:rPr>
      </w:pPr>
      <w:r>
        <w:rPr>
          <w:b/>
          <w:lang w:val="ru-RU"/>
        </w:rPr>
        <w:t>Место работы:</w:t>
      </w:r>
      <w:r>
        <w:rPr>
          <w:lang w:val="ru-RU"/>
        </w:rPr>
        <w:t xml:space="preserve">  Польша, город  </w:t>
      </w:r>
      <w:r w:rsidR="004644B0">
        <w:rPr>
          <w:lang w:val="ru-RU"/>
        </w:rPr>
        <w:t>БЯЛЫСТОК</w:t>
      </w:r>
    </w:p>
    <w:p w14:paraId="563F025F" w14:textId="77777777" w:rsidR="008A6716" w:rsidRDefault="008A6716" w:rsidP="008A6716">
      <w:pPr>
        <w:pStyle w:val="Standard"/>
        <w:spacing w:line="360" w:lineRule="auto"/>
        <w:rPr>
          <w:lang w:val="ru-RU"/>
        </w:rPr>
      </w:pPr>
      <w:r>
        <w:rPr>
          <w:b/>
          <w:lang w:val="ru-RU"/>
        </w:rPr>
        <w:t>Количество лиц:</w:t>
      </w:r>
      <w:r>
        <w:rPr>
          <w:b/>
          <w:bCs/>
          <w:lang w:val="ru-RU"/>
        </w:rPr>
        <w:t xml:space="preserve"> </w:t>
      </w:r>
      <w:r w:rsidR="00075780">
        <w:rPr>
          <w:bCs/>
          <w:lang w:val="ru-RU"/>
        </w:rPr>
        <w:t>прием в зависимости от потребности на данный момент, работы круглый год</w:t>
      </w:r>
      <w:r>
        <w:rPr>
          <w:lang w:val="ru-RU"/>
        </w:rPr>
        <w:t>, ( до 45 лет )</w:t>
      </w:r>
    </w:p>
    <w:p w14:paraId="4A4AED1F" w14:textId="77777777" w:rsidR="00FA088B" w:rsidRPr="00FA088B" w:rsidRDefault="008A6716" w:rsidP="008A6716">
      <w:pPr>
        <w:pStyle w:val="Standard"/>
        <w:spacing w:line="360" w:lineRule="auto"/>
        <w:rPr>
          <w:u w:val="single"/>
          <w:lang w:val="ru-RU"/>
        </w:rPr>
      </w:pPr>
      <w:r w:rsidRPr="00FA088B">
        <w:rPr>
          <w:b/>
          <w:sz w:val="32"/>
          <w:highlight w:val="yellow"/>
          <w:u w:val="single"/>
          <w:lang w:val="ru-RU"/>
        </w:rPr>
        <w:t xml:space="preserve">Знание </w:t>
      </w:r>
      <w:r w:rsidR="004644B0">
        <w:rPr>
          <w:b/>
          <w:sz w:val="32"/>
          <w:highlight w:val="yellow"/>
          <w:u w:val="single"/>
          <w:lang w:val="ru-RU"/>
        </w:rPr>
        <w:t xml:space="preserve">польского </w:t>
      </w:r>
      <w:r w:rsidRPr="00FA088B">
        <w:rPr>
          <w:b/>
          <w:sz w:val="32"/>
          <w:highlight w:val="yellow"/>
          <w:u w:val="single"/>
          <w:lang w:val="ru-RU"/>
        </w:rPr>
        <w:t xml:space="preserve">языка: </w:t>
      </w:r>
      <w:r w:rsidR="00FA088B" w:rsidRPr="00FA088B">
        <w:rPr>
          <w:b/>
          <w:sz w:val="32"/>
          <w:highlight w:val="yellow"/>
          <w:u w:val="single"/>
          <w:lang w:val="ru-RU"/>
        </w:rPr>
        <w:t>минимальный! Сканеры есть на украинском языке!</w:t>
      </w:r>
    </w:p>
    <w:p w14:paraId="3777ACB5" w14:textId="77777777" w:rsidR="00FA088B" w:rsidRDefault="0074198D" w:rsidP="008A6716">
      <w:pPr>
        <w:pStyle w:val="Standard"/>
        <w:spacing w:line="360" w:lineRule="auto"/>
        <w:rPr>
          <w:lang w:val="ru-RU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79BC0FD4" wp14:editId="3EB83047">
            <wp:extent cx="3149600" cy="1771650"/>
            <wp:effectExtent l="0" t="0" r="0" b="0"/>
            <wp:docPr id="2" name="Obraz 2" descr="C:\Users\Marcin\Desktop\EUROCASH\20180510_122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cin\Desktop\EUROCASH\20180510_1224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308" cy="1773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96B8E" w14:textId="1B4FBD51" w:rsidR="008A6716" w:rsidRPr="00E31DDB" w:rsidRDefault="008A6716" w:rsidP="008A6716">
      <w:pPr>
        <w:pStyle w:val="Standard"/>
        <w:spacing w:line="360" w:lineRule="auto"/>
        <w:rPr>
          <w:lang w:val="ru-RU"/>
        </w:rPr>
      </w:pPr>
      <w:r>
        <w:rPr>
          <w:b/>
          <w:lang w:val="ru-RU"/>
        </w:rPr>
        <w:t xml:space="preserve">Иметь с собой книжку санэпид. </w:t>
      </w:r>
      <w:r w:rsidRPr="00E31DDB">
        <w:rPr>
          <w:lang w:val="ru-RU"/>
        </w:rPr>
        <w:t>Е</w:t>
      </w:r>
      <w:r w:rsidR="001C315F">
        <w:rPr>
          <w:lang w:val="ru-RU"/>
        </w:rPr>
        <w:t xml:space="preserve">сли у кандидата нет книжки тогда делает в Польше сам или мы оформлаем от имени кандидата. </w:t>
      </w:r>
      <w:r>
        <w:rPr>
          <w:lang w:val="ru-RU"/>
        </w:rPr>
        <w:t xml:space="preserve"> </w:t>
      </w:r>
      <w:r w:rsidR="001C315F">
        <w:rPr>
          <w:lang w:val="ru-RU"/>
        </w:rPr>
        <w:t>(</w:t>
      </w:r>
      <w:r>
        <w:rPr>
          <w:lang w:val="ru-RU"/>
        </w:rPr>
        <w:t xml:space="preserve"> стоимтость </w:t>
      </w:r>
      <w:r w:rsidR="003F5B80">
        <w:rPr>
          <w:lang w:val="ru-RU"/>
        </w:rPr>
        <w:t>50 зл )</w:t>
      </w:r>
    </w:p>
    <w:p w14:paraId="210FEB39" w14:textId="77777777" w:rsidR="008A6716" w:rsidRDefault="008A6716" w:rsidP="008A6716">
      <w:pPr>
        <w:pStyle w:val="Textbody"/>
        <w:spacing w:line="360" w:lineRule="auto"/>
        <w:rPr>
          <w:lang w:val="ru-RU"/>
        </w:rPr>
      </w:pPr>
      <w:r>
        <w:rPr>
          <w:b/>
          <w:lang w:val="ru-RU"/>
        </w:rPr>
        <w:t>Обязанности:</w:t>
      </w:r>
      <w:r>
        <w:rPr>
          <w:lang w:val="ru-RU"/>
        </w:rPr>
        <w:t xml:space="preserve"> приём, сортировка, подсчитывание ,упаковка, погрузка товара, веревоз товаров подъемником</w:t>
      </w:r>
    </w:p>
    <w:p w14:paraId="7ABFABDE" w14:textId="77777777" w:rsidR="008A6716" w:rsidRDefault="008A6716" w:rsidP="008A6716">
      <w:pPr>
        <w:pStyle w:val="Textbody"/>
        <w:spacing w:line="360" w:lineRule="auto"/>
        <w:rPr>
          <w:lang w:val="ru-RU"/>
        </w:rPr>
      </w:pPr>
      <w:r>
        <w:rPr>
          <w:b/>
          <w:lang w:val="ru-RU"/>
        </w:rPr>
        <w:t xml:space="preserve">Требования: </w:t>
      </w:r>
      <w:r>
        <w:rPr>
          <w:lang w:val="ru-RU"/>
        </w:rPr>
        <w:t>молодые ,сильные , трудолюбивые</w:t>
      </w:r>
    </w:p>
    <w:p w14:paraId="26314C66" w14:textId="77777777" w:rsidR="008A6716" w:rsidRDefault="008A6716" w:rsidP="008A6716">
      <w:pPr>
        <w:pStyle w:val="Textbody"/>
        <w:spacing w:line="360" w:lineRule="auto"/>
        <w:rPr>
          <w:lang w:val="ru-RU"/>
        </w:rPr>
      </w:pPr>
      <w:r>
        <w:rPr>
          <w:b/>
          <w:lang w:val="ru-RU"/>
        </w:rPr>
        <w:t>Опыт работы</w:t>
      </w:r>
      <w:r w:rsidR="00FA088B">
        <w:rPr>
          <w:b/>
          <w:lang w:val="ru-RU"/>
        </w:rPr>
        <w:t>: не требуется</w:t>
      </w:r>
    </w:p>
    <w:p w14:paraId="4C4CBC7F" w14:textId="599AB8CC" w:rsidR="008A6716" w:rsidRDefault="008A6716" w:rsidP="008A6716">
      <w:pPr>
        <w:rPr>
          <w:shd w:val="clear" w:color="auto" w:fill="FFFF00"/>
          <w:lang w:val="ru-RU"/>
        </w:rPr>
      </w:pPr>
      <w:r>
        <w:rPr>
          <w:b/>
          <w:lang w:val="ru-RU"/>
        </w:rPr>
        <w:t>Заработная плата:</w:t>
      </w:r>
      <w:r>
        <w:rPr>
          <w:lang w:val="ru-RU"/>
        </w:rPr>
        <w:t xml:space="preserve"> </w:t>
      </w:r>
      <w:bookmarkStart w:id="0" w:name="_Hlk4400978"/>
      <w:r w:rsidR="003D2579">
        <w:rPr>
          <w:shd w:val="clear" w:color="auto" w:fill="FFFF00"/>
          <w:lang w:val="ru-RU"/>
        </w:rPr>
        <w:t>2</w:t>
      </w:r>
      <w:bookmarkStart w:id="1" w:name="_GoBack"/>
      <w:bookmarkEnd w:id="1"/>
      <w:r w:rsidR="00B60618">
        <w:rPr>
          <w:shd w:val="clear" w:color="auto" w:fill="FFFF00"/>
          <w:lang w:val="ru-RU"/>
        </w:rPr>
        <w:t>500</w:t>
      </w:r>
      <w:r>
        <w:rPr>
          <w:shd w:val="clear" w:color="auto" w:fill="FFFF00"/>
          <w:lang w:val="ru-RU"/>
        </w:rPr>
        <w:t>-6000 зл/мес нетто</w:t>
      </w:r>
      <w:r w:rsidR="00B60618">
        <w:rPr>
          <w:shd w:val="clear" w:color="auto" w:fill="FFFF00"/>
          <w:lang w:val="ru-RU"/>
        </w:rPr>
        <w:t xml:space="preserve"> – в зависимости от выработки часов</w:t>
      </w:r>
      <w:bookmarkEnd w:id="0"/>
    </w:p>
    <w:p w14:paraId="36E82D01" w14:textId="77777777" w:rsidR="008A6716" w:rsidRDefault="008A6716" w:rsidP="008A6716">
      <w:pPr>
        <w:rPr>
          <w:shd w:val="clear" w:color="auto" w:fill="FFFF00"/>
          <w:lang w:val="ru-RU"/>
        </w:rPr>
      </w:pPr>
      <w:r>
        <w:rPr>
          <w:shd w:val="clear" w:color="auto" w:fill="FFFF00"/>
          <w:lang w:val="ru-RU"/>
        </w:rPr>
        <w:t xml:space="preserve">Первый месяц как </w:t>
      </w:r>
      <w:r w:rsidR="00B60618">
        <w:rPr>
          <w:shd w:val="clear" w:color="auto" w:fill="FFFF00"/>
          <w:lang w:val="ru-RU"/>
        </w:rPr>
        <w:t>происходит</w:t>
      </w:r>
      <w:r>
        <w:rPr>
          <w:shd w:val="clear" w:color="auto" w:fill="FFFF00"/>
          <w:lang w:val="ru-RU"/>
        </w:rPr>
        <w:t xml:space="preserve"> обучение работник получает около </w:t>
      </w:r>
      <w:r w:rsidR="004644B0">
        <w:rPr>
          <w:shd w:val="clear" w:color="auto" w:fill="FFFF00"/>
          <w:lang w:val="ru-RU"/>
        </w:rPr>
        <w:t>1,5-</w:t>
      </w:r>
      <w:r>
        <w:rPr>
          <w:shd w:val="clear" w:color="auto" w:fill="FFFF00"/>
          <w:lang w:val="ru-RU"/>
        </w:rPr>
        <w:t xml:space="preserve">3 тысяч. Опытные работики которые уже знают как работать и знают где какие товары находятся зарабатывают в среднем 4-6 тысяч. </w:t>
      </w:r>
      <w:r w:rsidR="00CC071A" w:rsidRPr="00CC071A">
        <w:rPr>
          <w:shd w:val="clear" w:color="auto" w:fill="FFFF00"/>
          <w:lang w:val="ru-RU"/>
        </w:rPr>
        <w:t>. Студенты которые учаться в Польше которые приходят только на 2-3-4дня заработают около 1500</w:t>
      </w:r>
      <w:r w:rsidR="003B17A7">
        <w:rPr>
          <w:shd w:val="clear" w:color="auto" w:fill="FFFF00"/>
          <w:lang w:val="ru-RU"/>
        </w:rPr>
        <w:t>-3000</w:t>
      </w:r>
      <w:r w:rsidR="00CC071A" w:rsidRPr="00CC071A">
        <w:rPr>
          <w:shd w:val="clear" w:color="auto" w:fill="FFFF00"/>
          <w:lang w:val="ru-RU"/>
        </w:rPr>
        <w:t xml:space="preserve"> (тоже в зависимости от проработанных часов</w:t>
      </w:r>
    </w:p>
    <w:p w14:paraId="0413432D" w14:textId="77777777" w:rsidR="00750606" w:rsidRDefault="00750606" w:rsidP="008A6716">
      <w:pPr>
        <w:rPr>
          <w:shd w:val="clear" w:color="auto" w:fill="FFFF00"/>
          <w:lang w:val="ru-RU"/>
        </w:rPr>
      </w:pPr>
    </w:p>
    <w:p w14:paraId="7204D795" w14:textId="77777777" w:rsidR="00750606" w:rsidRDefault="00750606" w:rsidP="008A6716">
      <w:pPr>
        <w:rPr>
          <w:shd w:val="clear" w:color="auto" w:fill="FFFF00"/>
          <w:lang w:val="ru-RU"/>
        </w:rPr>
      </w:pPr>
    </w:p>
    <w:p w14:paraId="3ECF5ED9" w14:textId="77777777" w:rsidR="00B60618" w:rsidRDefault="00B60618" w:rsidP="008A6716">
      <w:pPr>
        <w:rPr>
          <w:shd w:val="clear" w:color="auto" w:fill="FFFF00"/>
          <w:lang w:val="ru-RU"/>
        </w:rPr>
      </w:pPr>
    </w:p>
    <w:p w14:paraId="34767E14" w14:textId="77777777" w:rsidR="00B60618" w:rsidRPr="00B60618" w:rsidRDefault="00B60618" w:rsidP="00B60618">
      <w:pPr>
        <w:rPr>
          <w:shd w:val="clear" w:color="auto" w:fill="FFFF00"/>
          <w:lang w:val="ru-RU"/>
        </w:rPr>
      </w:pPr>
      <w:r w:rsidRPr="00B60618">
        <w:rPr>
          <w:shd w:val="clear" w:color="auto" w:fill="FFFF00"/>
          <w:lang w:val="ru-RU"/>
        </w:rPr>
        <w:t>СТАВКИ ЗА ЧАС:</w:t>
      </w:r>
    </w:p>
    <w:p w14:paraId="40CF978A" w14:textId="2FAB4B36" w:rsidR="00B60618" w:rsidRPr="00B60618" w:rsidRDefault="00B60618" w:rsidP="00B60618">
      <w:pPr>
        <w:rPr>
          <w:shd w:val="clear" w:color="auto" w:fill="FFFF00"/>
          <w:lang w:val="ru-RU"/>
        </w:rPr>
      </w:pPr>
      <w:r w:rsidRPr="00B60618">
        <w:rPr>
          <w:shd w:val="clear" w:color="auto" w:fill="FFFF00"/>
          <w:lang w:val="ru-RU"/>
        </w:rPr>
        <w:t xml:space="preserve">БЕЗ СПРАВКИ РЕЗИДЕНТА </w:t>
      </w:r>
      <w:r w:rsidR="00DB06FF">
        <w:rPr>
          <w:shd w:val="clear" w:color="auto" w:fill="FFFF00"/>
          <w:lang w:val="ru-RU"/>
        </w:rPr>
        <w:t>10</w:t>
      </w:r>
      <w:r w:rsidR="00DB06FF" w:rsidRPr="00DB06FF">
        <w:rPr>
          <w:shd w:val="clear" w:color="auto" w:fill="FFFF00"/>
          <w:lang w:val="ru-RU"/>
        </w:rPr>
        <w:t>,33</w:t>
      </w:r>
      <w:r w:rsidRPr="00B60618">
        <w:rPr>
          <w:shd w:val="clear" w:color="auto" w:fill="FFFF00"/>
          <w:lang w:val="ru-RU"/>
        </w:rPr>
        <w:t>-</w:t>
      </w:r>
      <w:r w:rsidR="00DB06FF" w:rsidRPr="00DB06FF">
        <w:rPr>
          <w:shd w:val="clear" w:color="auto" w:fill="FFFF00"/>
          <w:lang w:val="ru-RU"/>
        </w:rPr>
        <w:t>18.85</w:t>
      </w:r>
      <w:r w:rsidR="005818EC">
        <w:rPr>
          <w:shd w:val="clear" w:color="auto" w:fill="FFFF00"/>
          <w:lang w:val="ru-RU"/>
        </w:rPr>
        <w:t xml:space="preserve"> зл нетто</w:t>
      </w:r>
      <w:r>
        <w:rPr>
          <w:shd w:val="clear" w:color="auto" w:fill="FFFF00"/>
          <w:lang w:val="ru-RU"/>
        </w:rPr>
        <w:t xml:space="preserve"> </w:t>
      </w:r>
      <w:r w:rsidRPr="00B60618">
        <w:rPr>
          <w:shd w:val="clear" w:color="auto" w:fill="FFFF00"/>
          <w:lang w:val="ru-RU"/>
        </w:rPr>
        <w:t>В ЗАВИСИМОСТИ ОТ ВЫРАБОТКИ</w:t>
      </w:r>
    </w:p>
    <w:p w14:paraId="76F54D8A" w14:textId="4E51E988" w:rsidR="00B60618" w:rsidRPr="00B60618" w:rsidRDefault="00B60618" w:rsidP="00B60618">
      <w:pPr>
        <w:rPr>
          <w:shd w:val="clear" w:color="auto" w:fill="FFFF00"/>
          <w:lang w:val="ru-RU"/>
        </w:rPr>
      </w:pPr>
      <w:r w:rsidRPr="00B60618">
        <w:rPr>
          <w:shd w:val="clear" w:color="auto" w:fill="FFFF00"/>
          <w:lang w:val="ru-RU"/>
        </w:rPr>
        <w:t xml:space="preserve">СО СПРАВКОЙ РЕЗИДЕНТА </w:t>
      </w:r>
      <w:r w:rsidR="00DB06FF" w:rsidRPr="00DB06FF">
        <w:rPr>
          <w:shd w:val="clear" w:color="auto" w:fill="FFFF00"/>
          <w:lang w:val="ru-RU"/>
        </w:rPr>
        <w:t>13,73</w:t>
      </w:r>
      <w:r w:rsidRPr="00B60618">
        <w:rPr>
          <w:shd w:val="clear" w:color="auto" w:fill="FFFF00"/>
          <w:lang w:val="ru-RU"/>
        </w:rPr>
        <w:t xml:space="preserve">    -     </w:t>
      </w:r>
      <w:r w:rsidR="00DB06FF" w:rsidRPr="00DB06FF">
        <w:rPr>
          <w:shd w:val="clear" w:color="auto" w:fill="FFFF00"/>
          <w:lang w:val="ru-RU"/>
        </w:rPr>
        <w:t>21.08</w:t>
      </w:r>
      <w:r w:rsidRPr="00B60618">
        <w:rPr>
          <w:shd w:val="clear" w:color="auto" w:fill="FFFF00"/>
          <w:lang w:val="ru-RU"/>
        </w:rPr>
        <w:t xml:space="preserve">   </w:t>
      </w:r>
      <w:r w:rsidR="005818EC">
        <w:rPr>
          <w:shd w:val="clear" w:color="auto" w:fill="FFFF00"/>
          <w:lang w:val="ru-RU"/>
        </w:rPr>
        <w:t>з</w:t>
      </w:r>
      <w:r w:rsidR="00DB06FF">
        <w:rPr>
          <w:shd w:val="clear" w:color="auto" w:fill="FFFF00"/>
          <w:lang w:val="ru-RU"/>
        </w:rPr>
        <w:t>л</w:t>
      </w:r>
      <w:r w:rsidR="005818EC">
        <w:rPr>
          <w:shd w:val="clear" w:color="auto" w:fill="FFFF00"/>
          <w:lang w:val="ru-RU"/>
        </w:rPr>
        <w:t xml:space="preserve"> нетто</w:t>
      </w:r>
      <w:r w:rsidRPr="00B60618">
        <w:rPr>
          <w:shd w:val="clear" w:color="auto" w:fill="FFFF00"/>
          <w:lang w:val="ru-RU"/>
        </w:rPr>
        <w:t xml:space="preserve"> В ЗАВИСИМОСТИ ОТ ВЫРАБОТКИ</w:t>
      </w:r>
    </w:p>
    <w:p w14:paraId="3BACA11E" w14:textId="77777777" w:rsidR="00B60618" w:rsidRPr="00B60618" w:rsidRDefault="00B60618" w:rsidP="00B60618">
      <w:pPr>
        <w:rPr>
          <w:shd w:val="clear" w:color="auto" w:fill="FFFF00"/>
          <w:lang w:val="ru-RU"/>
        </w:rPr>
      </w:pPr>
    </w:p>
    <w:p w14:paraId="68ADCAA5" w14:textId="77777777" w:rsidR="00B60618" w:rsidRPr="00B60618" w:rsidRDefault="00B60618" w:rsidP="00B60618">
      <w:pPr>
        <w:rPr>
          <w:shd w:val="clear" w:color="auto" w:fill="FFFF00"/>
          <w:lang w:val="ru-RU"/>
        </w:rPr>
      </w:pPr>
      <w:r w:rsidRPr="00B60618">
        <w:rPr>
          <w:shd w:val="clear" w:color="auto" w:fill="FFFF00"/>
          <w:lang w:val="ru-RU"/>
        </w:rPr>
        <w:t xml:space="preserve">СТУДЕНТЫ: </w:t>
      </w:r>
    </w:p>
    <w:p w14:paraId="6E441878" w14:textId="792649EE" w:rsidR="00B60618" w:rsidRPr="00B60618" w:rsidRDefault="00B60618" w:rsidP="00B60618">
      <w:pPr>
        <w:rPr>
          <w:shd w:val="clear" w:color="auto" w:fill="FFFF00"/>
          <w:lang w:val="ru-RU"/>
        </w:rPr>
      </w:pPr>
      <w:r w:rsidRPr="00B60618">
        <w:rPr>
          <w:shd w:val="clear" w:color="auto" w:fill="FFFF00"/>
          <w:lang w:val="ru-RU"/>
        </w:rPr>
        <w:t xml:space="preserve">БЕЗ СПРАВКИ РЕЗИДЕНТА:        </w:t>
      </w:r>
      <w:r w:rsidR="00DB06FF">
        <w:rPr>
          <w:shd w:val="clear" w:color="auto" w:fill="FFFF00"/>
          <w:lang w:val="ru-RU"/>
        </w:rPr>
        <w:t>13</w:t>
      </w:r>
      <w:r w:rsidR="00DB06FF" w:rsidRPr="00DB06FF">
        <w:rPr>
          <w:shd w:val="clear" w:color="auto" w:fill="FFFF00"/>
          <w:lang w:val="ru-RU"/>
        </w:rPr>
        <w:t>,60</w:t>
      </w:r>
      <w:r w:rsidRPr="00B60618">
        <w:rPr>
          <w:shd w:val="clear" w:color="auto" w:fill="FFFF00"/>
          <w:lang w:val="ru-RU"/>
        </w:rPr>
        <w:t xml:space="preserve">    – </w:t>
      </w:r>
      <w:r w:rsidR="00DB06FF" w:rsidRPr="00DB06FF">
        <w:rPr>
          <w:shd w:val="clear" w:color="auto" w:fill="FFFF00"/>
          <w:lang w:val="ru-RU"/>
        </w:rPr>
        <w:t>20</w:t>
      </w:r>
      <w:r w:rsidRPr="00B60618">
        <w:rPr>
          <w:shd w:val="clear" w:color="auto" w:fill="FFFF00"/>
          <w:lang w:val="ru-RU"/>
        </w:rPr>
        <w:t xml:space="preserve">,88     </w:t>
      </w:r>
    </w:p>
    <w:p w14:paraId="456BAF73" w14:textId="73572C40" w:rsidR="00B60618" w:rsidRDefault="00B60618" w:rsidP="00B60618">
      <w:pPr>
        <w:rPr>
          <w:shd w:val="clear" w:color="auto" w:fill="FFFF00"/>
          <w:lang w:val="ru-RU"/>
        </w:rPr>
      </w:pPr>
      <w:r w:rsidRPr="00B60618">
        <w:rPr>
          <w:shd w:val="clear" w:color="auto" w:fill="FFFF00"/>
          <w:lang w:val="ru-RU"/>
        </w:rPr>
        <w:t xml:space="preserve">СО СПРАВКОЙ РЕЗИДЕНТА:       </w:t>
      </w:r>
      <w:r w:rsidR="00DB06FF" w:rsidRPr="00DB06FF">
        <w:rPr>
          <w:shd w:val="clear" w:color="auto" w:fill="FFFF00"/>
          <w:lang w:val="ru-RU"/>
        </w:rPr>
        <w:t>17</w:t>
      </w:r>
      <w:r w:rsidRPr="00B60618">
        <w:rPr>
          <w:shd w:val="clear" w:color="auto" w:fill="FFFF00"/>
          <w:lang w:val="ru-RU"/>
        </w:rPr>
        <w:t xml:space="preserve">    -       2</w:t>
      </w:r>
      <w:r w:rsidR="00DB06FF">
        <w:rPr>
          <w:shd w:val="clear" w:color="auto" w:fill="FFFF00"/>
        </w:rPr>
        <w:t>6</w:t>
      </w:r>
      <w:r w:rsidRPr="00B60618">
        <w:rPr>
          <w:shd w:val="clear" w:color="auto" w:fill="FFFF00"/>
          <w:lang w:val="ru-RU"/>
        </w:rPr>
        <w:t xml:space="preserve">,10    </w:t>
      </w:r>
    </w:p>
    <w:p w14:paraId="4F36B25B" w14:textId="77777777" w:rsidR="00B60618" w:rsidRDefault="00B60618" w:rsidP="008A6716">
      <w:pPr>
        <w:rPr>
          <w:shd w:val="clear" w:color="auto" w:fill="FFFF00"/>
          <w:lang w:val="ru-RU"/>
        </w:rPr>
      </w:pPr>
    </w:p>
    <w:p w14:paraId="00653643" w14:textId="7C0D5FB7" w:rsidR="00B60618" w:rsidRPr="00750606" w:rsidRDefault="00DB06FF" w:rsidP="008A6716">
      <w:pPr>
        <w:rPr>
          <w:shd w:val="clear" w:color="auto" w:fill="FFFF00"/>
          <w:lang w:val="ru-RU"/>
        </w:rPr>
      </w:pPr>
      <w:r w:rsidRPr="00DB06FF">
        <w:lastRenderedPageBreak/>
        <w:drawing>
          <wp:inline distT="0" distB="0" distL="0" distR="0" wp14:anchorId="67D3ABC1" wp14:editId="3B59B8A5">
            <wp:extent cx="5759450" cy="49974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9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F5CB7" w14:textId="77777777" w:rsidR="008A6716" w:rsidRDefault="008A6716" w:rsidP="008A6716">
      <w:pPr>
        <w:rPr>
          <w:shd w:val="clear" w:color="auto" w:fill="FFFF00"/>
          <w:lang w:val="ru-RU"/>
        </w:rPr>
      </w:pPr>
      <w:r>
        <w:rPr>
          <w:shd w:val="clear" w:color="auto" w:fill="FFFF00"/>
          <w:lang w:val="ru-RU"/>
        </w:rPr>
        <w:t xml:space="preserve">   </w:t>
      </w:r>
    </w:p>
    <w:p w14:paraId="13F7A0AD" w14:textId="77777777" w:rsidR="00DB2731" w:rsidRDefault="004644B0" w:rsidP="008A6716">
      <w:pPr>
        <w:rPr>
          <w:sz w:val="36"/>
          <w:shd w:val="clear" w:color="auto" w:fill="FFFF00"/>
          <w:lang w:val="ru-RU"/>
        </w:rPr>
      </w:pPr>
      <w:r w:rsidRPr="004644B0">
        <w:rPr>
          <w:sz w:val="36"/>
          <w:shd w:val="clear" w:color="auto" w:fill="FFFF00"/>
          <w:lang w:val="ru-RU"/>
        </w:rPr>
        <w:t>*прог производительности – количество продуктов на час работы</w:t>
      </w:r>
    </w:p>
    <w:p w14:paraId="1DDBB9CF" w14:textId="77777777" w:rsidR="004644B0" w:rsidRDefault="004644B0" w:rsidP="008A6716">
      <w:pPr>
        <w:rPr>
          <w:sz w:val="36"/>
          <w:shd w:val="clear" w:color="auto" w:fill="FFFF00"/>
          <w:lang w:val="ru-RU"/>
        </w:rPr>
      </w:pPr>
    </w:p>
    <w:p w14:paraId="1173ED14" w14:textId="77777777" w:rsidR="004644B0" w:rsidRPr="004644B0" w:rsidRDefault="004644B0" w:rsidP="008A6716">
      <w:pPr>
        <w:rPr>
          <w:sz w:val="36"/>
          <w:shd w:val="clear" w:color="auto" w:fill="FFFF00"/>
          <w:lang w:val="ru-RU"/>
        </w:rPr>
      </w:pPr>
    </w:p>
    <w:p w14:paraId="275AD88E" w14:textId="77777777" w:rsidR="00DB2731" w:rsidRPr="00DB2731" w:rsidRDefault="00DB2731" w:rsidP="008A6716">
      <w:pPr>
        <w:rPr>
          <w:color w:val="000000" w:themeColor="text1"/>
          <w:sz w:val="36"/>
          <w:shd w:val="clear" w:color="auto" w:fill="FFFF00"/>
          <w:lang w:val="ru-RU"/>
        </w:rPr>
      </w:pPr>
      <w:r w:rsidRPr="00DB2731">
        <w:rPr>
          <w:color w:val="000000" w:themeColor="text1"/>
          <w:sz w:val="36"/>
          <w:highlight w:val="red"/>
          <w:shd w:val="clear" w:color="auto" w:fill="FFFF00"/>
          <w:lang w:val="ru-RU"/>
        </w:rPr>
        <w:t>Срендняя зарплата</w:t>
      </w:r>
      <w:r w:rsidR="0088408C">
        <w:rPr>
          <w:color w:val="000000" w:themeColor="text1"/>
          <w:sz w:val="36"/>
          <w:highlight w:val="red"/>
          <w:shd w:val="clear" w:color="auto" w:fill="FFFF00"/>
          <w:lang w:val="ru-RU"/>
        </w:rPr>
        <w:t xml:space="preserve"> в сезон</w:t>
      </w:r>
      <w:r w:rsidRPr="00DB2731">
        <w:rPr>
          <w:color w:val="000000" w:themeColor="text1"/>
          <w:sz w:val="36"/>
          <w:highlight w:val="red"/>
          <w:shd w:val="clear" w:color="auto" w:fill="FFFF00"/>
          <w:lang w:val="ru-RU"/>
        </w:rPr>
        <w:t xml:space="preserve"> наших работников это 3</w:t>
      </w:r>
      <w:r w:rsidR="004644B0">
        <w:rPr>
          <w:color w:val="000000" w:themeColor="text1"/>
          <w:sz w:val="36"/>
          <w:highlight w:val="red"/>
          <w:shd w:val="clear" w:color="auto" w:fill="FFFF00"/>
          <w:lang w:val="ru-RU"/>
        </w:rPr>
        <w:t>0</w:t>
      </w:r>
      <w:r w:rsidRPr="00DB2731">
        <w:rPr>
          <w:color w:val="000000" w:themeColor="text1"/>
          <w:sz w:val="36"/>
          <w:highlight w:val="red"/>
          <w:shd w:val="clear" w:color="auto" w:fill="FFFF00"/>
          <w:lang w:val="ru-RU"/>
        </w:rPr>
        <w:t>00, 4,200 а даже 5,800!</w:t>
      </w:r>
      <w:r w:rsidRPr="00DB2731">
        <w:rPr>
          <w:color w:val="000000" w:themeColor="text1"/>
          <w:sz w:val="36"/>
          <w:shd w:val="clear" w:color="auto" w:fill="FFFF00"/>
          <w:lang w:val="ru-RU"/>
        </w:rPr>
        <w:t xml:space="preserve"> </w:t>
      </w:r>
    </w:p>
    <w:p w14:paraId="63329394" w14:textId="77777777" w:rsidR="00DB2731" w:rsidRPr="00DB2731" w:rsidRDefault="00DB2731" w:rsidP="008A6716">
      <w:pPr>
        <w:rPr>
          <w:shd w:val="clear" w:color="auto" w:fill="FFFF00"/>
          <w:lang w:val="ru-RU"/>
        </w:rPr>
      </w:pPr>
    </w:p>
    <w:p w14:paraId="2654865C" w14:textId="77777777" w:rsidR="008A6716" w:rsidRDefault="008A6716" w:rsidP="008A6716">
      <w:pPr>
        <w:pStyle w:val="Textbody"/>
        <w:spacing w:line="360" w:lineRule="auto"/>
        <w:rPr>
          <w:lang w:val="ru-RU"/>
        </w:rPr>
      </w:pPr>
      <w:r>
        <w:rPr>
          <w:b/>
          <w:lang w:val="ru-RU"/>
        </w:rPr>
        <w:t xml:space="preserve">Первые два дня обучения – </w:t>
      </w:r>
      <w:r w:rsidR="004644B0">
        <w:rPr>
          <w:b/>
          <w:lang w:val="ru-RU"/>
        </w:rPr>
        <w:t>оплачиваются в случае если кандидат будет рабоать</w:t>
      </w:r>
      <w:r>
        <w:rPr>
          <w:b/>
          <w:lang w:val="ru-RU"/>
        </w:rPr>
        <w:t>.</w:t>
      </w:r>
      <w:r w:rsidR="004644B0">
        <w:rPr>
          <w:b/>
          <w:lang w:val="ru-RU"/>
        </w:rPr>
        <w:t xml:space="preserve"> Если в течени месяца решит уехать тогда первые 2 дня являются бесплатными</w:t>
      </w:r>
      <w:r w:rsidR="004644B0" w:rsidRPr="004644B0">
        <w:rPr>
          <w:b/>
          <w:lang w:val="ru-RU"/>
        </w:rPr>
        <w:t>.</w:t>
      </w:r>
      <w:r>
        <w:rPr>
          <w:b/>
          <w:lang w:val="ru-RU"/>
        </w:rPr>
        <w:t xml:space="preserve"> </w:t>
      </w:r>
      <w:r>
        <w:rPr>
          <w:lang w:val="ru-RU"/>
        </w:rPr>
        <w:t>После проработаных 7 дней, есть возможность взять аванс.</w:t>
      </w:r>
    </w:p>
    <w:p w14:paraId="13B338FD" w14:textId="44E10D30" w:rsidR="008A6716" w:rsidRDefault="008A6716" w:rsidP="008A6716">
      <w:pPr>
        <w:pStyle w:val="Textbody"/>
        <w:spacing w:line="360" w:lineRule="auto"/>
        <w:rPr>
          <w:lang w:val="ru-RU"/>
        </w:rPr>
      </w:pPr>
      <w:r>
        <w:rPr>
          <w:b/>
          <w:lang w:val="ru-RU"/>
        </w:rPr>
        <w:t>Жильё:</w:t>
      </w:r>
      <w:r w:rsidR="00075780">
        <w:rPr>
          <w:b/>
          <w:lang w:val="ru-RU"/>
        </w:rPr>
        <w:t xml:space="preserve"> </w:t>
      </w:r>
      <w:r w:rsidR="00075780" w:rsidRPr="00075780">
        <w:rPr>
          <w:lang w:val="ru-RU"/>
        </w:rPr>
        <w:t>предоставляем бесплатное проживание или</w:t>
      </w:r>
      <w:r w:rsidR="00075780">
        <w:rPr>
          <w:b/>
          <w:lang w:val="ru-RU"/>
        </w:rPr>
        <w:t xml:space="preserve"> </w:t>
      </w:r>
      <w:r>
        <w:rPr>
          <w:lang w:val="ru-RU"/>
        </w:rPr>
        <w:t xml:space="preserve"> </w:t>
      </w:r>
      <w:r w:rsidR="0022528F">
        <w:rPr>
          <w:lang w:val="ru-RU"/>
        </w:rPr>
        <w:t>выплачиваем работнику 2 зл к каждому проработанному часу.</w:t>
      </w:r>
      <w:r w:rsidR="00075780">
        <w:rPr>
          <w:lang w:val="ru-RU"/>
        </w:rPr>
        <w:t>(Тогда р</w:t>
      </w:r>
      <w:r w:rsidR="007610B5">
        <w:rPr>
          <w:lang w:val="ru-RU"/>
        </w:rPr>
        <w:t xml:space="preserve">аботник сам </w:t>
      </w:r>
      <w:r w:rsidR="00075780">
        <w:rPr>
          <w:lang w:val="ru-RU"/>
        </w:rPr>
        <w:t>снимает</w:t>
      </w:r>
      <w:r w:rsidR="007610B5" w:rsidRPr="007610B5">
        <w:rPr>
          <w:lang w:val="ru-RU"/>
        </w:rPr>
        <w:t xml:space="preserve"> </w:t>
      </w:r>
      <w:r w:rsidR="0022528F">
        <w:rPr>
          <w:lang w:val="ru-RU"/>
        </w:rPr>
        <w:t>про</w:t>
      </w:r>
      <w:r w:rsidR="00075780">
        <w:rPr>
          <w:lang w:val="ru-RU"/>
        </w:rPr>
        <w:t>ж</w:t>
      </w:r>
      <w:r w:rsidR="0022528F">
        <w:rPr>
          <w:lang w:val="ru-RU"/>
        </w:rPr>
        <w:t>ивание</w:t>
      </w:r>
      <w:r w:rsidR="00967004">
        <w:rPr>
          <w:lang w:val="ru-RU"/>
        </w:rPr>
        <w:t xml:space="preserve"> если у нас нет свободных мест</w:t>
      </w:r>
      <w:r w:rsidR="00075780">
        <w:rPr>
          <w:lang w:val="ru-RU"/>
        </w:rPr>
        <w:t>)</w:t>
      </w:r>
      <w:r w:rsidR="0022528F">
        <w:rPr>
          <w:lang w:val="ru-RU"/>
        </w:rPr>
        <w:t xml:space="preserve">. </w:t>
      </w:r>
      <w:r>
        <w:rPr>
          <w:lang w:val="ru-RU"/>
        </w:rPr>
        <w:t xml:space="preserve">2-3-4 - 6 человека в комнате, кухня, санузел, интернет, стиральная машина. </w:t>
      </w:r>
    </w:p>
    <w:p w14:paraId="5D9DF2E9" w14:textId="77777777" w:rsidR="008A6716" w:rsidRPr="00075780" w:rsidRDefault="008A6716" w:rsidP="008A6716">
      <w:pPr>
        <w:pStyle w:val="Textbody"/>
        <w:spacing w:line="360" w:lineRule="auto"/>
        <w:rPr>
          <w:b/>
          <w:u w:val="single"/>
          <w:lang w:val="ru-RU"/>
        </w:rPr>
      </w:pPr>
      <w:r w:rsidRPr="00075780">
        <w:rPr>
          <w:b/>
          <w:u w:val="single"/>
          <w:lang w:val="ru-RU"/>
        </w:rPr>
        <w:t>Постельное белье</w:t>
      </w:r>
      <w:r w:rsidR="007610B5" w:rsidRPr="00075780">
        <w:rPr>
          <w:b/>
          <w:u w:val="single"/>
          <w:lang w:val="ru-RU"/>
        </w:rPr>
        <w:t xml:space="preserve">, </w:t>
      </w:r>
      <w:r w:rsidR="00075780" w:rsidRPr="00075780">
        <w:rPr>
          <w:b/>
          <w:u w:val="single"/>
          <w:lang w:val="ru-RU"/>
        </w:rPr>
        <w:t xml:space="preserve">одеяло и </w:t>
      </w:r>
      <w:r w:rsidR="007610B5" w:rsidRPr="00075780">
        <w:rPr>
          <w:b/>
          <w:u w:val="single"/>
          <w:lang w:val="ru-RU"/>
        </w:rPr>
        <w:t>подушку</w:t>
      </w:r>
      <w:r w:rsidR="004644B0">
        <w:rPr>
          <w:b/>
          <w:u w:val="single"/>
          <w:lang w:val="ru-RU"/>
        </w:rPr>
        <w:t>,</w:t>
      </w:r>
      <w:r w:rsidRPr="00075780">
        <w:rPr>
          <w:b/>
          <w:u w:val="single"/>
          <w:lang w:val="ru-RU"/>
        </w:rPr>
        <w:t xml:space="preserve"> посуду  брать с собой. </w:t>
      </w:r>
    </w:p>
    <w:p w14:paraId="53DDFF06" w14:textId="77777777" w:rsidR="00E17FF6" w:rsidRPr="00E17FF6" w:rsidRDefault="008A6716" w:rsidP="00E17FF6">
      <w:pPr>
        <w:pStyle w:val="Textbody"/>
        <w:spacing w:line="360" w:lineRule="auto"/>
        <w:rPr>
          <w:lang w:val="ru-RU"/>
        </w:rPr>
      </w:pPr>
      <w:r>
        <w:rPr>
          <w:b/>
          <w:lang w:val="ru-RU"/>
        </w:rPr>
        <w:t xml:space="preserve">Рабочая одежда: </w:t>
      </w:r>
      <w:r w:rsidR="00E17FF6" w:rsidRPr="00E17FF6">
        <w:rPr>
          <w:lang w:val="ru-RU"/>
        </w:rPr>
        <w:t xml:space="preserve">на работе требуется рабочая одежда. Мы выдаем жилетку и каску </w:t>
      </w:r>
      <w:r w:rsidR="00E17FF6" w:rsidRPr="00E17FF6">
        <w:rPr>
          <w:lang w:val="ru-RU"/>
        </w:rPr>
        <w:lastRenderedPageBreak/>
        <w:t>бесплатно. Обувь с металическим носком иметь свою или можно купить у нас за 50 зл (можно снять с первой зарплаты).</w:t>
      </w:r>
    </w:p>
    <w:p w14:paraId="41CDA836" w14:textId="068D71EF" w:rsidR="003A20BC" w:rsidRDefault="00E17FF6" w:rsidP="00E17FF6">
      <w:pPr>
        <w:pStyle w:val="Textbody"/>
        <w:spacing w:line="360" w:lineRule="auto"/>
        <w:rPr>
          <w:lang w:val="ru-RU"/>
        </w:rPr>
      </w:pPr>
      <w:r w:rsidRPr="00E17FF6">
        <w:rPr>
          <w:lang w:val="ru-RU"/>
        </w:rPr>
        <w:t xml:space="preserve">Необходимо иметь свою рубашку/кофту, брюки/комбинезон и рабочие рукавицы, а также куртку на случай работ на складе холодных продуктов (молочная группа) </w:t>
      </w:r>
      <w:r w:rsidR="008A6716">
        <w:rPr>
          <w:b/>
          <w:lang w:val="ru-RU"/>
        </w:rPr>
        <w:t xml:space="preserve">Доезд до работы: </w:t>
      </w:r>
      <w:r w:rsidR="008A6716">
        <w:rPr>
          <w:lang w:val="ru-RU"/>
        </w:rPr>
        <w:t xml:space="preserve">за свой счёт городским автобусом  ( </w:t>
      </w:r>
      <w:r w:rsidR="004644B0">
        <w:rPr>
          <w:lang w:val="ru-RU"/>
        </w:rPr>
        <w:t>8</w:t>
      </w:r>
      <w:r w:rsidR="008A6716">
        <w:rPr>
          <w:lang w:val="ru-RU"/>
        </w:rPr>
        <w:t>0 злотых/месяц ) 10 минут пешком к остановке</w:t>
      </w:r>
      <w:r w:rsidR="003A20BC">
        <w:rPr>
          <w:lang w:val="ru-RU"/>
        </w:rPr>
        <w:t>.</w:t>
      </w:r>
    </w:p>
    <w:p w14:paraId="09BB07D9" w14:textId="77777777" w:rsidR="008A6716" w:rsidRDefault="008A6716" w:rsidP="008A6716">
      <w:pPr>
        <w:pStyle w:val="Textbody"/>
        <w:spacing w:line="360" w:lineRule="auto"/>
        <w:rPr>
          <w:lang w:val="ru-RU"/>
        </w:rPr>
      </w:pPr>
      <w:r>
        <w:rPr>
          <w:b/>
          <w:lang w:val="ru-RU"/>
        </w:rPr>
        <w:t xml:space="preserve">Питание: </w:t>
      </w:r>
      <w:r>
        <w:rPr>
          <w:lang w:val="ru-RU"/>
        </w:rPr>
        <w:t xml:space="preserve">за свой счёт </w:t>
      </w:r>
    </w:p>
    <w:p w14:paraId="6728B658" w14:textId="77777777" w:rsidR="008B492C" w:rsidRDefault="008A6716" w:rsidP="008A6716">
      <w:pPr>
        <w:pStyle w:val="NormalnyWeb"/>
        <w:spacing w:before="0" w:after="0" w:line="360" w:lineRule="auto"/>
        <w:rPr>
          <w:lang w:val="uk-UA"/>
        </w:rPr>
      </w:pPr>
      <w:r>
        <w:rPr>
          <w:b/>
          <w:lang w:val="uk-UA"/>
        </w:rPr>
        <w:t>Система работы:</w:t>
      </w:r>
      <w:r>
        <w:rPr>
          <w:lang w:val="uk-UA"/>
        </w:rPr>
        <w:t xml:space="preserve">  Работа в </w:t>
      </w:r>
      <w:r w:rsidR="003B17A7">
        <w:rPr>
          <w:lang w:val="uk-UA"/>
        </w:rPr>
        <w:t xml:space="preserve">2 </w:t>
      </w:r>
      <w:r>
        <w:rPr>
          <w:lang w:val="uk-UA"/>
        </w:rPr>
        <w:t>смены.; 14.00-22.00; 22.00-6.00.</w:t>
      </w:r>
      <w:r w:rsidR="00FA088B">
        <w:rPr>
          <w:lang w:val="uk-UA"/>
        </w:rPr>
        <w:t xml:space="preserve"> </w:t>
      </w:r>
      <w:r w:rsidR="008B492C">
        <w:rPr>
          <w:lang w:val="uk-UA"/>
        </w:rPr>
        <w:t xml:space="preserve">Перерыв 20 минут на 8 часов работы. Как работает 10 часов имеет 30 минут перерыва. Как 12 – 40 минут перрыва и так далее. На перерыве можно бесплатно выпить чай, кофе. </w:t>
      </w:r>
    </w:p>
    <w:p w14:paraId="1FE835BF" w14:textId="77777777" w:rsidR="00FA088B" w:rsidRDefault="00075780" w:rsidP="008A6716">
      <w:pPr>
        <w:pStyle w:val="NormalnyWeb"/>
        <w:spacing w:before="0" w:after="0" w:line="360" w:lineRule="auto"/>
        <w:rPr>
          <w:color w:val="FF0000"/>
          <w:u w:val="single"/>
          <w:lang w:val="uk-UA"/>
        </w:rPr>
      </w:pPr>
      <w:r>
        <w:rPr>
          <w:color w:val="FF0000"/>
          <w:u w:val="single"/>
          <w:lang w:val="uk-UA"/>
        </w:rPr>
        <w:t>В сезоне</w:t>
      </w:r>
      <w:r w:rsidRPr="00FA088B">
        <w:rPr>
          <w:color w:val="FF0000"/>
          <w:u w:val="single"/>
          <w:lang w:val="uk-UA"/>
        </w:rPr>
        <w:t xml:space="preserve"> </w:t>
      </w:r>
      <w:r w:rsidR="00E12868">
        <w:rPr>
          <w:color w:val="FF0000"/>
          <w:u w:val="single"/>
          <w:lang w:val="uk-UA"/>
        </w:rPr>
        <w:t xml:space="preserve">есть </w:t>
      </w:r>
      <w:r w:rsidR="00495EF8">
        <w:rPr>
          <w:color w:val="FF0000"/>
          <w:u w:val="single"/>
          <w:lang w:val="uk-UA"/>
        </w:rPr>
        <w:t xml:space="preserve">возможность </w:t>
      </w:r>
      <w:r w:rsidR="00E12868">
        <w:rPr>
          <w:color w:val="FF0000"/>
          <w:u w:val="single"/>
          <w:lang w:val="uk-UA"/>
        </w:rPr>
        <w:t>работать по 12 часов</w:t>
      </w:r>
      <w:r w:rsidR="00FA088B" w:rsidRPr="00FA088B">
        <w:rPr>
          <w:color w:val="FF0000"/>
          <w:u w:val="single"/>
          <w:lang w:val="uk-UA"/>
        </w:rPr>
        <w:t>!</w:t>
      </w:r>
      <w:r w:rsidR="008A6716" w:rsidRPr="00FA088B">
        <w:rPr>
          <w:color w:val="FF0000"/>
          <w:u w:val="single"/>
          <w:lang w:val="uk-UA"/>
        </w:rPr>
        <w:t xml:space="preserve"> </w:t>
      </w:r>
      <w:r>
        <w:rPr>
          <w:color w:val="FF0000"/>
          <w:u w:val="single"/>
          <w:lang w:val="uk-UA"/>
        </w:rPr>
        <w:t xml:space="preserve"> </w:t>
      </w:r>
    </w:p>
    <w:p w14:paraId="2A62A9D1" w14:textId="77777777" w:rsidR="00075780" w:rsidRDefault="00075780" w:rsidP="008A6716">
      <w:pPr>
        <w:pStyle w:val="NormalnyWeb"/>
        <w:spacing w:before="0" w:after="0" w:line="360" w:lineRule="auto"/>
        <w:rPr>
          <w:color w:val="FF0000"/>
          <w:u w:val="single"/>
          <w:lang w:val="uk-UA"/>
        </w:rPr>
      </w:pPr>
      <w:r>
        <w:rPr>
          <w:color w:val="FF0000"/>
          <w:u w:val="single"/>
          <w:lang w:val="uk-UA"/>
        </w:rPr>
        <w:t xml:space="preserve">Не в сезоне может быть работа по меньше часов. (если есть мало заказов). </w:t>
      </w:r>
    </w:p>
    <w:p w14:paraId="26199111" w14:textId="77777777" w:rsidR="001C315F" w:rsidRDefault="00E12868" w:rsidP="008A6716">
      <w:pPr>
        <w:pStyle w:val="NormalnyWeb"/>
        <w:spacing w:before="0" w:after="0" w:line="360" w:lineRule="auto"/>
        <w:rPr>
          <w:lang w:val="ru-RU"/>
        </w:rPr>
      </w:pPr>
      <w:r>
        <w:rPr>
          <w:lang w:val="ru-RU"/>
        </w:rPr>
        <w:t>Р</w:t>
      </w:r>
      <w:r w:rsidR="00075780">
        <w:rPr>
          <w:lang w:val="ru-RU"/>
        </w:rPr>
        <w:t>абота с понедельника по пятницу. Суббота выходной день. Воскресенье с 3 смены начинаеться работа.</w:t>
      </w:r>
    </w:p>
    <w:p w14:paraId="3DDF005C" w14:textId="77777777" w:rsidR="001C315F" w:rsidRDefault="001C315F" w:rsidP="008A6716">
      <w:pPr>
        <w:pStyle w:val="NormalnyWeb"/>
        <w:spacing w:before="0" w:after="0" w:line="360" w:lineRule="auto"/>
        <w:rPr>
          <w:lang w:val="ru-RU"/>
        </w:rPr>
      </w:pPr>
    </w:p>
    <w:p w14:paraId="2F1D9254" w14:textId="77777777" w:rsidR="001C315F" w:rsidRDefault="001C315F" w:rsidP="008A6716">
      <w:pPr>
        <w:pStyle w:val="NormalnyWeb"/>
        <w:spacing w:before="0" w:after="0" w:line="360" w:lineRule="auto"/>
        <w:rPr>
          <w:lang w:val="ru-RU"/>
        </w:rPr>
      </w:pPr>
      <w:r w:rsidRPr="001C315F">
        <w:rPr>
          <w:highlight w:val="lightGray"/>
          <w:lang w:val="ru-RU"/>
        </w:rPr>
        <w:t>Есть возможность поехать в командировку в другой город на тот же склад, на этих же уловиях + 100 зл нетто допольнительно к зарплате за каждый день на работе к командировке + гратис гостиница + гратис обед.</w:t>
      </w:r>
    </w:p>
    <w:p w14:paraId="1C83703E" w14:textId="77777777" w:rsidR="001C315F" w:rsidRDefault="001C315F" w:rsidP="008A6716">
      <w:pPr>
        <w:pStyle w:val="NormalnyWeb"/>
        <w:spacing w:before="0" w:after="0" w:line="360" w:lineRule="auto"/>
        <w:rPr>
          <w:lang w:val="ru-RU"/>
        </w:rPr>
      </w:pPr>
      <w:r>
        <w:rPr>
          <w:lang w:val="ru-RU"/>
        </w:rPr>
        <w:t>Такая возможность только для хороших работников.</w:t>
      </w:r>
    </w:p>
    <w:p w14:paraId="7975B830" w14:textId="77777777" w:rsidR="008A6716" w:rsidRDefault="008A6716" w:rsidP="008A6716">
      <w:pPr>
        <w:pStyle w:val="NormalnyWeb"/>
        <w:spacing w:before="0" w:after="0" w:line="360" w:lineRule="auto"/>
        <w:rPr>
          <w:lang w:val="ru-RU"/>
        </w:rPr>
      </w:pPr>
      <w:r>
        <w:rPr>
          <w:b/>
          <w:lang w:val="ru-RU"/>
        </w:rPr>
        <w:t xml:space="preserve">Период работы: </w:t>
      </w:r>
      <w:r w:rsidR="0022528F">
        <w:rPr>
          <w:lang w:val="ru-RU"/>
        </w:rPr>
        <w:t>круглогодично</w:t>
      </w:r>
      <w:r>
        <w:rPr>
          <w:lang w:val="ru-RU"/>
        </w:rPr>
        <w:t>, работодатель делает визы Воевудские</w:t>
      </w:r>
    </w:p>
    <w:p w14:paraId="3427F616" w14:textId="77777777" w:rsidR="008A6716" w:rsidRDefault="008A6716" w:rsidP="008A6716">
      <w:pPr>
        <w:pStyle w:val="NormalnyWeb"/>
        <w:spacing w:before="0" w:after="0" w:line="360" w:lineRule="auto"/>
        <w:rPr>
          <w:b/>
          <w:lang w:val="ru-RU"/>
        </w:rPr>
      </w:pPr>
      <w:r>
        <w:rPr>
          <w:b/>
          <w:lang w:val="ru-RU"/>
        </w:rPr>
        <w:t>Работа в помещении.</w:t>
      </w:r>
    </w:p>
    <w:p w14:paraId="7C186C27" w14:textId="77777777" w:rsidR="008A6716" w:rsidRDefault="008A6716" w:rsidP="008A6716">
      <w:pPr>
        <w:pStyle w:val="Textbody"/>
        <w:rPr>
          <w:lang w:val="ru-RU"/>
        </w:rPr>
      </w:pPr>
      <w:r>
        <w:rPr>
          <w:lang w:val="ru-RU"/>
        </w:rPr>
        <w:t xml:space="preserve">Документы регистрируются около </w:t>
      </w:r>
      <w:r w:rsidR="00E12868">
        <w:rPr>
          <w:lang w:val="ru-RU"/>
        </w:rPr>
        <w:t>9</w:t>
      </w:r>
      <w:r>
        <w:rPr>
          <w:lang w:val="ru-RU"/>
        </w:rPr>
        <w:t xml:space="preserve"> </w:t>
      </w:r>
      <w:r w:rsidR="0074198D">
        <w:rPr>
          <w:lang w:val="ru-RU"/>
        </w:rPr>
        <w:t xml:space="preserve">рабочих </w:t>
      </w:r>
      <w:r>
        <w:rPr>
          <w:lang w:val="ru-RU"/>
        </w:rPr>
        <w:t>дн</w:t>
      </w:r>
      <w:r w:rsidR="0074198D">
        <w:rPr>
          <w:lang w:val="ru-RU"/>
        </w:rPr>
        <w:t>я</w:t>
      </w:r>
      <w:r>
        <w:rPr>
          <w:lang w:val="ru-RU"/>
        </w:rPr>
        <w:t>. Без документов выходить на работу нет возможности.</w:t>
      </w:r>
    </w:p>
    <w:p w14:paraId="4FF9FCEB" w14:textId="77777777" w:rsidR="00027DCD" w:rsidRPr="00E12868" w:rsidRDefault="00027DCD" w:rsidP="008A6716">
      <w:pPr>
        <w:pStyle w:val="Textbody"/>
        <w:rPr>
          <w:color w:val="FF0000"/>
          <w:sz w:val="40"/>
          <w:lang w:val="ru-RU"/>
        </w:rPr>
      </w:pPr>
    </w:p>
    <w:p w14:paraId="44689AD0" w14:textId="77777777" w:rsidR="001B495B" w:rsidRDefault="001B495B" w:rsidP="001B495B">
      <w:pPr>
        <w:pStyle w:val="Textbody"/>
        <w:rPr>
          <w:lang w:val="ru-RU"/>
        </w:rPr>
      </w:pPr>
      <w:r w:rsidRPr="00FA088B">
        <w:rPr>
          <w:lang w:val="ru-RU"/>
        </w:rPr>
        <w:t>В случае ошибок – штраф</w:t>
      </w:r>
      <w:r>
        <w:rPr>
          <w:lang w:val="ru-RU"/>
        </w:rPr>
        <w:t>ы</w:t>
      </w:r>
      <w:r w:rsidRPr="00FA088B">
        <w:rPr>
          <w:lang w:val="ru-RU"/>
        </w:rPr>
        <w:t xml:space="preserve"> от 0-300 злотых /месяц</w:t>
      </w:r>
      <w:r>
        <w:rPr>
          <w:lang w:val="ru-RU"/>
        </w:rPr>
        <w:t xml:space="preserve"> в зависимости от количества</w:t>
      </w:r>
      <w:r w:rsidRPr="00FA088B">
        <w:rPr>
          <w:lang w:val="ru-RU"/>
        </w:rPr>
        <w:t>.</w:t>
      </w:r>
    </w:p>
    <w:p w14:paraId="7C07F66D" w14:textId="77777777" w:rsidR="001B495B" w:rsidRDefault="001B495B" w:rsidP="001B495B">
      <w:pPr>
        <w:pStyle w:val="Textbody"/>
        <w:rPr>
          <w:lang w:val="ru-RU"/>
        </w:rPr>
      </w:pPr>
    </w:p>
    <w:p w14:paraId="58859DC5" w14:textId="77777777" w:rsidR="001B495B" w:rsidRDefault="001B495B" w:rsidP="001B495B">
      <w:pPr>
        <w:rPr>
          <w:rFonts w:cs="Times New Roman"/>
          <w:b/>
          <w:kern w:val="0"/>
          <w:lang w:val="ru-RU" w:eastAsia="en-US" w:bidi="ar-SA"/>
        </w:rPr>
      </w:pPr>
    </w:p>
    <w:p w14:paraId="1902773E" w14:textId="77777777" w:rsidR="001B495B" w:rsidRDefault="001B495B" w:rsidP="001B495B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ВЫЧИСЛЕНИЯ ЗА ОШИБКИ</w:t>
      </w:r>
    </w:p>
    <w:p w14:paraId="0EA555DA" w14:textId="77777777" w:rsidR="00027DCD" w:rsidRDefault="00EE53E9" w:rsidP="008A6716">
      <w:pPr>
        <w:pStyle w:val="Textbody"/>
        <w:rPr>
          <w:color w:val="FF0000"/>
          <w:sz w:val="40"/>
          <w:lang w:val="ru-RU"/>
        </w:rPr>
      </w:pPr>
      <w:r>
        <w:rPr>
          <w:color w:val="FF0000"/>
          <w:sz w:val="40"/>
          <w:lang w:val="ru-RU"/>
        </w:rPr>
        <w:t>10 зл за ошибку</w:t>
      </w:r>
      <w:r w:rsidR="007405CA">
        <w:rPr>
          <w:color w:val="FF0000"/>
          <w:sz w:val="40"/>
          <w:lang w:val="ru-RU"/>
        </w:rPr>
        <w:t xml:space="preserve"> (в месяц получается в среднем 0-100-200 ) -в зависимости кто сколько делает</w:t>
      </w:r>
    </w:p>
    <w:p w14:paraId="77DB34E1" w14:textId="77777777" w:rsidR="00EE53E9" w:rsidRPr="00E12868" w:rsidRDefault="00EE53E9" w:rsidP="008A6716">
      <w:pPr>
        <w:pStyle w:val="Textbody"/>
        <w:rPr>
          <w:color w:val="FF0000"/>
          <w:sz w:val="40"/>
          <w:lang w:val="ru-RU"/>
        </w:rPr>
      </w:pPr>
    </w:p>
    <w:p w14:paraId="2F888DC8" w14:textId="77777777" w:rsidR="00FA750A" w:rsidRDefault="008A6716" w:rsidP="008A6716">
      <w:pPr>
        <w:pStyle w:val="Standard"/>
        <w:rPr>
          <w:sz w:val="32"/>
          <w:lang w:val="ru-RU"/>
        </w:rPr>
      </w:pPr>
      <w:r w:rsidRPr="00E31DDB">
        <w:rPr>
          <w:sz w:val="32"/>
          <w:highlight w:val="yellow"/>
          <w:lang w:val="ru-RU"/>
        </w:rPr>
        <w:t>Иметь с собой 3</w:t>
      </w:r>
      <w:r w:rsidR="00EA6262">
        <w:rPr>
          <w:sz w:val="32"/>
          <w:highlight w:val="yellow"/>
          <w:lang w:val="ru-RU"/>
        </w:rPr>
        <w:t>00</w:t>
      </w:r>
      <w:r w:rsidRPr="00E31DDB">
        <w:rPr>
          <w:sz w:val="32"/>
          <w:highlight w:val="yellow"/>
          <w:lang w:val="ru-RU"/>
        </w:rPr>
        <w:t xml:space="preserve"> злотых на первые дни (на билет и депозит на ожеду, обследования санепид</w:t>
      </w:r>
      <w:r w:rsidR="00027DCD">
        <w:rPr>
          <w:sz w:val="32"/>
          <w:highlight w:val="yellow"/>
          <w:lang w:val="ru-RU"/>
        </w:rPr>
        <w:t xml:space="preserve">, </w:t>
      </w:r>
      <w:r w:rsidRPr="00E31DDB">
        <w:rPr>
          <w:sz w:val="32"/>
          <w:highlight w:val="yellow"/>
          <w:lang w:val="ru-RU"/>
        </w:rPr>
        <w:t>+ на питание</w:t>
      </w:r>
    </w:p>
    <w:p w14:paraId="24B3F6D1" w14:textId="3DAEA333" w:rsidR="008A6716" w:rsidRPr="00FA750A" w:rsidRDefault="00FA750A" w:rsidP="008A6716">
      <w:pPr>
        <w:pStyle w:val="Standard"/>
        <w:rPr>
          <w:sz w:val="32"/>
          <w:highlight w:val="red"/>
          <w:lang w:val="ru-RU"/>
        </w:rPr>
      </w:pPr>
      <w:r w:rsidRPr="00FA750A">
        <w:rPr>
          <w:lang w:val="ru-RU"/>
        </w:rPr>
        <w:t xml:space="preserve"> </w:t>
      </w:r>
    </w:p>
    <w:p w14:paraId="27107C81" w14:textId="77777777" w:rsidR="00EA6262" w:rsidRDefault="00EA6262" w:rsidP="008A6716">
      <w:pPr>
        <w:pStyle w:val="Standard"/>
        <w:rPr>
          <w:sz w:val="32"/>
          <w:highlight w:val="yellow"/>
          <w:lang w:val="ru-RU"/>
        </w:rPr>
      </w:pPr>
    </w:p>
    <w:p w14:paraId="3E852CC4" w14:textId="77777777" w:rsidR="00EA6262" w:rsidRDefault="00EA6262" w:rsidP="008A6716">
      <w:pPr>
        <w:pStyle w:val="Standard"/>
        <w:rPr>
          <w:sz w:val="32"/>
          <w:highlight w:val="yellow"/>
          <w:lang w:val="ru-RU"/>
        </w:rPr>
      </w:pPr>
      <w:r>
        <w:rPr>
          <w:sz w:val="32"/>
          <w:highlight w:val="yellow"/>
          <w:lang w:val="ru-RU"/>
        </w:rPr>
        <w:lastRenderedPageBreak/>
        <w:t>После приезда работник проходит медосмотр и выходит на работу после 4 дней.</w:t>
      </w:r>
    </w:p>
    <w:p w14:paraId="1613351F" w14:textId="77777777" w:rsidR="00BA23C4" w:rsidRDefault="00BA23C4" w:rsidP="008A6716">
      <w:pPr>
        <w:pStyle w:val="Standard"/>
        <w:rPr>
          <w:sz w:val="32"/>
          <w:highlight w:val="yellow"/>
          <w:lang w:val="ru-RU"/>
        </w:rPr>
      </w:pPr>
    </w:p>
    <w:p w14:paraId="79E99889" w14:textId="77777777" w:rsidR="00BA23C4" w:rsidRPr="00027DCD" w:rsidRDefault="00BA23C4" w:rsidP="008A6716">
      <w:pPr>
        <w:pStyle w:val="Standard"/>
        <w:rPr>
          <w:sz w:val="32"/>
          <w:highlight w:val="yellow"/>
          <w:lang w:val="ru-RU"/>
        </w:rPr>
      </w:pPr>
      <w:r>
        <w:rPr>
          <w:sz w:val="32"/>
          <w:highlight w:val="yellow"/>
          <w:lang w:val="ru-RU"/>
        </w:rPr>
        <w:t>Самый хороший работник может стать координатором!</w:t>
      </w:r>
    </w:p>
    <w:p w14:paraId="118DBB68" w14:textId="77777777" w:rsidR="00C8481C" w:rsidRPr="00187033" w:rsidRDefault="00C8481C">
      <w:pPr>
        <w:pStyle w:val="Standard"/>
        <w:rPr>
          <w:lang w:val="ru-RU"/>
        </w:rPr>
      </w:pPr>
    </w:p>
    <w:p w14:paraId="055B2D2C" w14:textId="77777777" w:rsidR="00187033" w:rsidRPr="00FF0AF1" w:rsidRDefault="00187033">
      <w:pPr>
        <w:pStyle w:val="Standard"/>
        <w:rPr>
          <w:lang w:val="ru-RU"/>
        </w:rPr>
      </w:pPr>
    </w:p>
    <w:p w14:paraId="15E0A0CB" w14:textId="77777777" w:rsidR="00E12868" w:rsidRDefault="00E12868">
      <w:pPr>
        <w:pStyle w:val="Standard"/>
        <w:rPr>
          <w:lang w:val="ru-RU"/>
        </w:rPr>
      </w:pPr>
      <w:r>
        <w:rPr>
          <w:lang w:val="ru-RU"/>
        </w:rPr>
        <w:t xml:space="preserve">За ервый месяц работы зарплата получается на много хуже чем будет в будущем </w:t>
      </w:r>
      <w:r w:rsidRPr="00E12868">
        <w:rPr>
          <w:lang w:val="ru-RU"/>
        </w:rPr>
        <w:t>(</w:t>
      </w:r>
      <w:r>
        <w:rPr>
          <w:lang w:val="ru-RU"/>
        </w:rPr>
        <w:t>с зарплаты удержаем за обучение на подъемники и одежу есди работник не может сразу оплатить а также есть ошибки в среднем около 5-15 – зависит от работника</w:t>
      </w:r>
      <w:r w:rsidRPr="00E12868">
        <w:rPr>
          <w:lang w:val="ru-RU"/>
        </w:rPr>
        <w:t xml:space="preserve">). </w:t>
      </w:r>
      <w:r>
        <w:rPr>
          <w:lang w:val="ru-RU"/>
        </w:rPr>
        <w:t>Вследующих месяцах нет удержений и оибок на много меньше</w:t>
      </w:r>
      <w:r w:rsidRPr="00E12868">
        <w:rPr>
          <w:lang w:val="ru-RU"/>
        </w:rPr>
        <w:t xml:space="preserve">, </w:t>
      </w:r>
      <w:r>
        <w:rPr>
          <w:lang w:val="ru-RU"/>
        </w:rPr>
        <w:t>поднимаеться постепенно прог производительности и кандидаты получают все большую зарплату</w:t>
      </w:r>
    </w:p>
    <w:p w14:paraId="65853AE0" w14:textId="77777777" w:rsidR="00E12868" w:rsidRDefault="00E12868">
      <w:pPr>
        <w:pStyle w:val="Standard"/>
        <w:rPr>
          <w:lang w:val="ru-RU"/>
        </w:rPr>
      </w:pPr>
    </w:p>
    <w:p w14:paraId="679CADBD" w14:textId="77777777" w:rsidR="00121EC4" w:rsidRDefault="00E12868">
      <w:pPr>
        <w:pStyle w:val="Standard"/>
        <w:rPr>
          <w:lang w:val="ru-RU"/>
        </w:rPr>
      </w:pPr>
      <w:r>
        <w:rPr>
          <w:lang w:val="ru-RU"/>
        </w:rPr>
        <w:t>РАБОТА ДЛЯ ДОЛГОСРОЧНЫХ РАБОТНИКОВ</w:t>
      </w:r>
    </w:p>
    <w:p w14:paraId="433086E1" w14:textId="35DC830F" w:rsidR="00187033" w:rsidRDefault="00E12868">
      <w:pPr>
        <w:pStyle w:val="Standard"/>
        <w:rPr>
          <w:lang w:val="ru-RU"/>
        </w:rPr>
      </w:pPr>
      <w:r>
        <w:rPr>
          <w:lang w:val="ru-RU"/>
        </w:rPr>
        <w:t xml:space="preserve"> </w:t>
      </w:r>
    </w:p>
    <w:p w14:paraId="46187400" w14:textId="77777777" w:rsidR="00121EC4" w:rsidRPr="00196434" w:rsidRDefault="00121EC4" w:rsidP="00121EC4">
      <w:pPr>
        <w:pStyle w:val="Standard"/>
        <w:rPr>
          <w:lang w:val="ru-RU"/>
        </w:rPr>
      </w:pPr>
      <w:r>
        <w:rPr>
          <w:lang w:val="ru-RU"/>
        </w:rPr>
        <w:t xml:space="preserve">Для новых работников с 01.12.2019 после проработания 3 месяцев с производительностью больше 126 (8 порог производительности) отдаем 50 зл за </w:t>
      </w:r>
      <w:r>
        <w:t>c</w:t>
      </w:r>
      <w:r>
        <w:rPr>
          <w:lang w:val="ru-RU"/>
        </w:rPr>
        <w:t xml:space="preserve">анитарную книжку. </w:t>
      </w:r>
    </w:p>
    <w:p w14:paraId="7DAF3886" w14:textId="77777777" w:rsidR="00121EC4" w:rsidRPr="00E12868" w:rsidRDefault="00121EC4">
      <w:pPr>
        <w:pStyle w:val="Standard"/>
        <w:rPr>
          <w:lang w:val="ru-RU"/>
        </w:rPr>
      </w:pPr>
    </w:p>
    <w:sectPr w:rsidR="00121EC4" w:rsidRPr="00E128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CC344" w14:textId="77777777" w:rsidR="00D13F34" w:rsidRDefault="00D13F34">
      <w:r>
        <w:separator/>
      </w:r>
    </w:p>
  </w:endnote>
  <w:endnote w:type="continuationSeparator" w:id="0">
    <w:p w14:paraId="1EFC07C9" w14:textId="77777777" w:rsidR="00D13F34" w:rsidRDefault="00D1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95AD2" w14:textId="77777777" w:rsidR="00D13F34" w:rsidRDefault="00D13F34">
      <w:r>
        <w:rPr>
          <w:color w:val="000000"/>
        </w:rPr>
        <w:separator/>
      </w:r>
    </w:p>
  </w:footnote>
  <w:footnote w:type="continuationSeparator" w:id="0">
    <w:p w14:paraId="0958A287" w14:textId="77777777" w:rsidR="00D13F34" w:rsidRDefault="00D13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CF59B4"/>
    <w:multiLevelType w:val="multilevel"/>
    <w:tmpl w:val="1CF661B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F0A"/>
    <w:rsid w:val="00003101"/>
    <w:rsid w:val="00027DCD"/>
    <w:rsid w:val="000656AF"/>
    <w:rsid w:val="00066DBF"/>
    <w:rsid w:val="00075780"/>
    <w:rsid w:val="00097E03"/>
    <w:rsid w:val="000A75E3"/>
    <w:rsid w:val="000C1852"/>
    <w:rsid w:val="000D464D"/>
    <w:rsid w:val="000F11C6"/>
    <w:rsid w:val="000F538E"/>
    <w:rsid w:val="001161A3"/>
    <w:rsid w:val="00121EC4"/>
    <w:rsid w:val="001311EF"/>
    <w:rsid w:val="0016440C"/>
    <w:rsid w:val="00187033"/>
    <w:rsid w:val="00196CFF"/>
    <w:rsid w:val="001B495B"/>
    <w:rsid w:val="001C315F"/>
    <w:rsid w:val="0022528F"/>
    <w:rsid w:val="002310C5"/>
    <w:rsid w:val="00240D0F"/>
    <w:rsid w:val="00261D82"/>
    <w:rsid w:val="00287736"/>
    <w:rsid w:val="00287DB2"/>
    <w:rsid w:val="00304C86"/>
    <w:rsid w:val="00343334"/>
    <w:rsid w:val="003A20BC"/>
    <w:rsid w:val="003A2CE6"/>
    <w:rsid w:val="003B17A7"/>
    <w:rsid w:val="003D2579"/>
    <w:rsid w:val="003F5B80"/>
    <w:rsid w:val="00411804"/>
    <w:rsid w:val="00435369"/>
    <w:rsid w:val="00444431"/>
    <w:rsid w:val="004644B0"/>
    <w:rsid w:val="00470A74"/>
    <w:rsid w:val="00481E21"/>
    <w:rsid w:val="00487569"/>
    <w:rsid w:val="00495EF8"/>
    <w:rsid w:val="004F4F62"/>
    <w:rsid w:val="00512178"/>
    <w:rsid w:val="00516E44"/>
    <w:rsid w:val="005267CB"/>
    <w:rsid w:val="005818EC"/>
    <w:rsid w:val="005C7C70"/>
    <w:rsid w:val="005D58A8"/>
    <w:rsid w:val="0063450D"/>
    <w:rsid w:val="00673E86"/>
    <w:rsid w:val="0067530E"/>
    <w:rsid w:val="0069281B"/>
    <w:rsid w:val="00692919"/>
    <w:rsid w:val="006973C0"/>
    <w:rsid w:val="006E32D8"/>
    <w:rsid w:val="007037FD"/>
    <w:rsid w:val="00711333"/>
    <w:rsid w:val="007405CA"/>
    <w:rsid w:val="0074198D"/>
    <w:rsid w:val="00742E5C"/>
    <w:rsid w:val="00750606"/>
    <w:rsid w:val="0075579F"/>
    <w:rsid w:val="007610B5"/>
    <w:rsid w:val="007761F2"/>
    <w:rsid w:val="007C4EA4"/>
    <w:rsid w:val="00863AE3"/>
    <w:rsid w:val="0088408C"/>
    <w:rsid w:val="00892F4C"/>
    <w:rsid w:val="008A6716"/>
    <w:rsid w:val="008B492C"/>
    <w:rsid w:val="008C2F06"/>
    <w:rsid w:val="008D6092"/>
    <w:rsid w:val="008F5AB2"/>
    <w:rsid w:val="00936A86"/>
    <w:rsid w:val="009554D1"/>
    <w:rsid w:val="00967004"/>
    <w:rsid w:val="009820C4"/>
    <w:rsid w:val="009C3B38"/>
    <w:rsid w:val="009E0F0A"/>
    <w:rsid w:val="00A12D51"/>
    <w:rsid w:val="00A308EA"/>
    <w:rsid w:val="00AA227C"/>
    <w:rsid w:val="00B43B7C"/>
    <w:rsid w:val="00B60618"/>
    <w:rsid w:val="00B83813"/>
    <w:rsid w:val="00BA23C4"/>
    <w:rsid w:val="00BB0BF1"/>
    <w:rsid w:val="00BC456C"/>
    <w:rsid w:val="00C4751C"/>
    <w:rsid w:val="00C8481C"/>
    <w:rsid w:val="00CC071A"/>
    <w:rsid w:val="00CF1CF8"/>
    <w:rsid w:val="00D13F34"/>
    <w:rsid w:val="00D2186D"/>
    <w:rsid w:val="00DB06FF"/>
    <w:rsid w:val="00DB2731"/>
    <w:rsid w:val="00DC4ACF"/>
    <w:rsid w:val="00E12868"/>
    <w:rsid w:val="00E128D2"/>
    <w:rsid w:val="00E17373"/>
    <w:rsid w:val="00E17FF6"/>
    <w:rsid w:val="00E27B82"/>
    <w:rsid w:val="00E31DDB"/>
    <w:rsid w:val="00E7095E"/>
    <w:rsid w:val="00E865AA"/>
    <w:rsid w:val="00E878B6"/>
    <w:rsid w:val="00EA6262"/>
    <w:rsid w:val="00EB39F7"/>
    <w:rsid w:val="00EE53E9"/>
    <w:rsid w:val="00EF05FC"/>
    <w:rsid w:val="00F13694"/>
    <w:rsid w:val="00F3138B"/>
    <w:rsid w:val="00F341E9"/>
    <w:rsid w:val="00F74D9E"/>
    <w:rsid w:val="00FA088B"/>
    <w:rsid w:val="00FA750A"/>
    <w:rsid w:val="00FB297F"/>
    <w:rsid w:val="00FD4F35"/>
    <w:rsid w:val="00FF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B205"/>
  <w15:docId w15:val="{D3FF90A5-38E6-4279-99EB-194E668F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  <w:rPr>
      <w:rFonts w:eastAsia="Times New Roman"/>
      <w:lang w:eastAsia="pl-P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kstdymka">
    <w:name w:val="Balloon Text"/>
    <w:basedOn w:val="Normalny"/>
    <w:rPr>
      <w:rFonts w:ascii="Tahoma" w:hAnsi="Tahoma"/>
      <w:sz w:val="16"/>
      <w:szCs w:val="14"/>
    </w:rPr>
  </w:style>
  <w:style w:type="character" w:customStyle="1" w:styleId="TekstdymkaZnak">
    <w:name w:val="Tekst dymka Znak"/>
    <w:rPr>
      <w:rFonts w:ascii="Tahoma" w:hAnsi="Tahoma"/>
      <w:sz w:val="16"/>
      <w:szCs w:val="14"/>
    </w:rPr>
  </w:style>
  <w:style w:type="table" w:styleId="Tabela-Siatka">
    <w:name w:val="Table Grid"/>
    <w:basedOn w:val="Standardowy"/>
    <w:uiPriority w:val="39"/>
    <w:rsid w:val="001B495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tur\Downloads\&#1057;&#1090;&#1088;&#1086;&#1080;&#1090;&#1077;&#1083;&#1080;%20(3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BD966-218A-41BE-A8A3-CE99508B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Строители (3)</Template>
  <TotalTime>15</TotalTime>
  <Pages>5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TRADMA</dc:creator>
  <cp:lastModifiedBy>8hrs</cp:lastModifiedBy>
  <cp:revision>70</cp:revision>
  <cp:lastPrinted>2019-03-25T13:10:00Z</cp:lastPrinted>
  <dcterms:created xsi:type="dcterms:W3CDTF">2018-04-05T11:03:00Z</dcterms:created>
  <dcterms:modified xsi:type="dcterms:W3CDTF">2020-01-08T09:45:00Z</dcterms:modified>
</cp:coreProperties>
</file>